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bookmarkStart w:id="0" w:name="_GoBack"/>
      <w:bookmarkEnd w:id="0"/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عقد اتفاق على إدارة محل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الطرف الأول/ تتم كتابة الاسم الرباعي، من منطقة/ ……….، ويحمل بطاقة شخصية رقم/ كتابة الرقم القومي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بصفته مالك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الطرف الثاني/ تتم كتابة الاسم الرباعي، من منطقة/ ………….، ويحمل بطاقة شخصية رقم/ كتابة الرقم القومي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بصفته إداري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وجه الاتفاق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لأن الطرف الأول يملك ويتصرف في محل تجاري في محافظة/ …………. في منطقة/ …………… في حي/ …………… الواقع في شارع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/ ………..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ولأن الطرف الأول يرغب بتكليف الطرف الثاني بإدارة المحل موضوع العقد؛ لذلك فقط اتفق الطرفان على الشروط التالية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: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 xml:space="preserve">بنود </w:t>
      </w:r>
      <w:r w:rsidRPr="006A0F66">
        <w:rPr>
          <w:rFonts w:ascii="Times New Roman" w:eastAsia="Times New Roman" w:hAnsi="Times New Roman" w:cs="Times New Roman"/>
          <w:b/>
          <w:bCs/>
          <w:sz w:val="40"/>
          <w:szCs w:val="40"/>
          <w:rtl/>
        </w:rPr>
        <w:t xml:space="preserve">صيغة عقد اتفاق </w:t>
      </w: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إدارة محل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: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</w:rPr>
        <w:t xml:space="preserve">1- </w:t>
      </w: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يعلن الطرفان عن اهليتهما التامة للتعاقد وهم بحالة معتبرة شرعاً وقانوناً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</w:rPr>
        <w:t xml:space="preserve">2- </w:t>
      </w: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يقر الطرف الأول بأن ملكية المحل التجاري موضوع العقد هي ملكية خالصة له، ولا يوجد معه أي شركاء آخرين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</w:rPr>
        <w:t xml:space="preserve">3- </w:t>
      </w: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يقر الطرف الأول بأن المحل التجاري خالٍ من أي حقوق متعلقة بأشخاص آخرين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</w:rPr>
        <w:lastRenderedPageBreak/>
        <w:t xml:space="preserve">4- </w:t>
      </w: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يقر الطرف الأول بأنه سيقوم بتزويد المحل في السلع التجارية؛ كي يستطيع المحل ممارسة نشاطه التجاري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</w:rPr>
        <w:t xml:space="preserve">5- </w:t>
      </w: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اتفق الطرفان على أن تكون مهمة الطرف الثاني هي القيام بإدارة المحل ومتابعة نشاطه التجاري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</w:rPr>
        <w:t xml:space="preserve">6- </w:t>
      </w: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 xml:space="preserve">لا يحق للطرف الثاني اتخاذ أي إجراء متعلق بمصير المحل إلا بعد الرجوع للطرف الأول والحصول على موافقة خطيّة من قبَله، مثل كتابة </w:t>
      </w:r>
      <w:r w:rsidRPr="006A0F66">
        <w:rPr>
          <w:rFonts w:ascii="Times New Roman" w:eastAsia="Times New Roman" w:hAnsi="Times New Roman" w:cs="Times New Roman"/>
          <w:b/>
          <w:bCs/>
          <w:sz w:val="40"/>
          <w:szCs w:val="40"/>
          <w:rtl/>
        </w:rPr>
        <w:t>صيغة عقد اتفاق</w:t>
      </w: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 xml:space="preserve"> جديدة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</w:rPr>
        <w:t xml:space="preserve">7- </w:t>
      </w: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اتفق الطرفان على أن يقوم الطرف الأول بدفع أجرة شهرية تبلغ/ ……… للطرف الثاني؛ عوضاً عن قيامه بإدارة المحل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</w:rPr>
        <w:t xml:space="preserve">8- </w:t>
      </w: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لا يحق للطرف الثاني التوقيع على أي أوراق خاصة بالمحل إلا بعد الحصول على إذن خطي من الطرف الأول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</w:rPr>
        <w:t xml:space="preserve">9- </w:t>
      </w: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إذا تسبب الطرف الثاني بخسارة متعمدة للطرف الأول يحق للطرف الأول مطالبة الطرف الثاني بالتعويض عن الضرر الذي لحق به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</w:rPr>
        <w:t xml:space="preserve">10- </w:t>
      </w: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اتفق الطرفان على أن تكون مدة العقد بينهما/ ……. سنة ميلادية تبدأ من تاريخ …..\…….\….. وتنتهي في تاريخ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 xml:space="preserve"> …….\…….\…….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</w:rPr>
        <w:t xml:space="preserve">11- </w:t>
      </w: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إذا قام أحد الطرفين بفسخ العقد قبل انتهاء المدة المحددة فإنه يحق للطرف الآخر مطالبته بالتعويض عن الضرر الذي قد يلحق به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على ما سبق قد تم الاتفاق والتوقيع بإرادة الطرفين وبحضور الشهود والله خير الشاهدين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الطرف الأول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 xml:space="preserve">/                                                                                                                </w:t>
      </w: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الطرف الثاني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>/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lastRenderedPageBreak/>
        <w:t>شاهد                                       شاهد                                                                           شاهد</w:t>
      </w:r>
    </w:p>
    <w:p w:rsidR="006A0F66" w:rsidRPr="006A0F66" w:rsidRDefault="006A0F66" w:rsidP="006A0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A0F66">
        <w:rPr>
          <w:rFonts w:ascii="Times New Roman" w:eastAsia="Times New Roman" w:hAnsi="Times New Roman" w:cs="Times New Roman"/>
          <w:sz w:val="40"/>
          <w:szCs w:val="40"/>
          <w:rtl/>
        </w:rPr>
        <w:t>حرر في</w:t>
      </w:r>
      <w:r w:rsidRPr="006A0F66">
        <w:rPr>
          <w:rFonts w:ascii="Times New Roman" w:eastAsia="Times New Roman" w:hAnsi="Times New Roman" w:cs="Times New Roman"/>
          <w:sz w:val="40"/>
          <w:szCs w:val="40"/>
        </w:rPr>
        <w:t xml:space="preserve"> ……./……../……..</w:t>
      </w:r>
    </w:p>
    <w:sectPr w:rsidR="006A0F66" w:rsidRPr="006A0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A9"/>
    <w:rsid w:val="00203B9B"/>
    <w:rsid w:val="006A0F66"/>
    <w:rsid w:val="00947945"/>
    <w:rsid w:val="00A25513"/>
    <w:rsid w:val="00CE7C9F"/>
    <w:rsid w:val="00F5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6A0F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A0F6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A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6A0F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6A0F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A0F6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A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6A0F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4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Panetly clause1</Template>
  <TotalTime>0</TotalTime>
  <Pages>3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00</cp:lastModifiedBy>
  <cp:revision>2</cp:revision>
  <cp:lastPrinted>2022-02-25T08:23:00Z</cp:lastPrinted>
  <dcterms:created xsi:type="dcterms:W3CDTF">2022-02-25T08:24:00Z</dcterms:created>
  <dcterms:modified xsi:type="dcterms:W3CDTF">2022-02-25T08:24:00Z</dcterms:modified>
</cp:coreProperties>
</file>