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59" w:rsidRDefault="00295CC2">
      <w:pPr>
        <w:jc w:val="center"/>
        <w:rPr>
          <w:rFonts w:ascii="Hacen Liner Broadcast Live" w:hAnsi="Hacen Liner Broadcast Live" w:cs="Hacen Liner Broadcast Live"/>
          <w:b/>
          <w:bCs/>
          <w:sz w:val="56"/>
          <w:szCs w:val="56"/>
        </w:rPr>
      </w:pPr>
      <w:r>
        <w:rPr>
          <w:rFonts w:ascii="Hacen Liner Broadcast Live" w:hAnsi="Hacen Liner Broadcast Live" w:cs="Times New Roman"/>
          <w:b/>
          <w:bCs/>
          <w:sz w:val="56"/>
          <w:szCs w:val="56"/>
          <w:rtl/>
        </w:rPr>
        <w:t>عرض أسعار</w:t>
      </w:r>
    </w:p>
    <w:p w:rsidR="00487159" w:rsidRDefault="00487159">
      <w:pPr>
        <w:rPr>
          <w:rFonts w:ascii="Hacen Liner Broadcast Live" w:hAnsi="Hacen Liner Broadcast Live" w:cs="Hacen Liner Broadcast Live"/>
        </w:rPr>
      </w:pPr>
    </w:p>
    <w:tbl>
      <w:tblPr>
        <w:bidiVisual/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8"/>
      </w:tblGrid>
      <w:tr w:rsidR="00487159"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3465A4"/>
          </w:tcPr>
          <w:p w:rsidR="00487159" w:rsidRDefault="00295CC2">
            <w:pPr>
              <w:pStyle w:val="TableContents"/>
              <w:rPr>
                <w:rFonts w:ascii="Hacen Liner Broadcast Live" w:hAnsi="Hacen Liner Broadcast Live" w:cs="Hacen Liner Broadcast Live"/>
                <w:color w:val="FFFFFF"/>
              </w:rPr>
            </w:pPr>
            <w:r>
              <w:rPr>
                <w:rFonts w:ascii="Hacen Liner Broadcast Live" w:hAnsi="Hacen Liner Broadcast Live" w:cs="Times New Roman"/>
                <w:color w:val="FFFFFF"/>
                <w:rtl/>
              </w:rPr>
              <w:t>عنوان</w:t>
            </w:r>
          </w:p>
        </w:tc>
      </w:tr>
      <w:tr w:rsidR="00487159">
        <w:tc>
          <w:tcPr>
            <w:tcW w:w="96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7159" w:rsidRDefault="00295CC2">
            <w:pPr>
              <w:rPr>
                <w:rFonts w:ascii="Hacen Liner Broadcast Live" w:hAnsi="Hacen Liner Broadcast Live" w:cs="Hacen Liner Broadcast Live"/>
              </w:rPr>
            </w:pPr>
            <w:r>
              <w:rPr>
                <w:rFonts w:ascii="Hacen Liner Broadcast Live" w:hAnsi="Hacen Liner Broadcast Live" w:cs="Times New Roman"/>
                <w:rtl/>
              </w:rPr>
              <w:t>السيد الفاضل</w:t>
            </w:r>
            <w:r>
              <w:rPr>
                <w:rFonts w:ascii="Hacen Liner Broadcast Live" w:hAnsi="Hacen Liner Broadcast Live" w:cs="Hacen Liner Broadcast Live"/>
                <w:rtl/>
              </w:rPr>
              <w:t xml:space="preserve">/ </w:t>
            </w:r>
            <w:r>
              <w:rPr>
                <w:rFonts w:ascii="Hacen Liner Broadcast Live" w:hAnsi="Hacen Liner Broadcast Live" w:cs="Times New Roman"/>
                <w:rtl/>
              </w:rPr>
              <w:t>مدير المشتريات</w:t>
            </w:r>
          </w:p>
          <w:p w:rsidR="00487159" w:rsidRDefault="00295CC2">
            <w:pPr>
              <w:rPr>
                <w:rFonts w:ascii="Hacen Liner Broadcast Live" w:hAnsi="Hacen Liner Broadcast Live" w:cs="Hacen Liner Broadcast Live"/>
              </w:rPr>
            </w:pPr>
            <w:r>
              <w:rPr>
                <w:rFonts w:ascii="Hacen Liner Broadcast Live" w:hAnsi="Hacen Liner Broadcast Live" w:cs="Times New Roman"/>
                <w:rtl/>
              </w:rPr>
              <w:t>بعد التحية</w:t>
            </w:r>
          </w:p>
          <w:p w:rsidR="00487159" w:rsidRDefault="00295CC2">
            <w:pPr>
              <w:rPr>
                <w:rFonts w:ascii="Hacen Liner Broadcast Live" w:hAnsi="Hacen Liner Broadcast Live" w:cs="Hacen Liner Broadcast Live"/>
              </w:rPr>
            </w:pPr>
            <w:r>
              <w:rPr>
                <w:rFonts w:ascii="Hacen Liner Broadcast Live" w:hAnsi="Hacen Liner Broadcast Live" w:cs="Times New Roman"/>
                <w:rtl/>
              </w:rPr>
              <w:t xml:space="preserve">نود أن نشكركم علي خطابكم رقم </w:t>
            </w:r>
            <w:r>
              <w:rPr>
                <w:rFonts w:ascii="Hacen Liner Broadcast Live" w:hAnsi="Hacen Liner Broadcast Live" w:cs="Hacen Liner Broadcast Live"/>
                <w:rtl/>
              </w:rPr>
              <w:t xml:space="preserve">……… </w:t>
            </w:r>
            <w:r>
              <w:rPr>
                <w:rFonts w:ascii="Hacen Liner Broadcast Live" w:hAnsi="Hacen Liner Broadcast Live" w:cs="Times New Roman"/>
                <w:rtl/>
              </w:rPr>
              <w:t xml:space="preserve">بتاريخ </w:t>
            </w:r>
            <w:r>
              <w:rPr>
                <w:rFonts w:ascii="Hacen Liner Broadcast Live" w:hAnsi="Hacen Liner Broadcast Live" w:cs="Hacen Liner Broadcast Live"/>
                <w:rtl/>
              </w:rPr>
              <w:t xml:space="preserve">……………………… </w:t>
            </w:r>
            <w:r>
              <w:rPr>
                <w:rFonts w:ascii="Hacen Liner Broadcast Live" w:hAnsi="Hacen Liner Broadcast Live" w:cs="Times New Roman"/>
                <w:rtl/>
              </w:rPr>
              <w:t>ويسعدنا أن نحيطكم علماً بقائمة أسعارنا للأصناف المطلوبة، علماً بأن هذه الأسعار ستظل سارية لمدة سنة علي الأقل من تاريخه</w:t>
            </w:r>
            <w:r>
              <w:rPr>
                <w:rFonts w:ascii="Hacen Liner Broadcast Live" w:hAnsi="Hacen Liner Broadcast Live" w:cs="Hacen Liner Broadcast Live"/>
                <w:rtl/>
              </w:rPr>
              <w:t>.</w:t>
            </w:r>
          </w:p>
        </w:tc>
      </w:tr>
    </w:tbl>
    <w:p w:rsidR="00487159" w:rsidRDefault="00487159">
      <w:pPr>
        <w:rPr>
          <w:rFonts w:ascii="Hacen Liner Broadcast Live" w:hAnsi="Hacen Liner Broadcast Live" w:cs="Hacen Liner Broadcast Live"/>
        </w:rPr>
      </w:pPr>
    </w:p>
    <w:tbl>
      <w:tblPr>
        <w:bidiVisual/>
        <w:tblW w:w="964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59"/>
        <w:gridCol w:w="5205"/>
        <w:gridCol w:w="900"/>
        <w:gridCol w:w="950"/>
        <w:gridCol w:w="1931"/>
      </w:tblGrid>
      <w:tr w:rsidR="00487159"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3465A4"/>
          </w:tcPr>
          <w:p w:rsidR="00487159" w:rsidRDefault="00295CC2">
            <w:pPr>
              <w:pStyle w:val="TableContents"/>
              <w:jc w:val="center"/>
              <w:rPr>
                <w:rFonts w:ascii="Hacen Liner Broadcast Live" w:hAnsi="Hacen Liner Broadcast Live" w:cs="Hacen Liner Broadcast Live"/>
                <w:color w:val="FFFFFF"/>
              </w:rPr>
            </w:pPr>
            <w:r>
              <w:rPr>
                <w:rFonts w:ascii="Hacen Liner Broadcast Live" w:hAnsi="Hacen Liner Broadcast Live" w:cs="Times New Roman"/>
                <w:color w:val="FFFFFF"/>
                <w:rtl/>
              </w:rPr>
              <w:t>م</w:t>
            </w:r>
          </w:p>
        </w:tc>
        <w:tc>
          <w:tcPr>
            <w:tcW w:w="5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3465A4"/>
          </w:tcPr>
          <w:p w:rsidR="00487159" w:rsidRDefault="00295CC2">
            <w:pPr>
              <w:pStyle w:val="TableContents"/>
              <w:rPr>
                <w:rFonts w:ascii="Hacen Liner Broadcast Live" w:hAnsi="Hacen Liner Broadcast Live" w:cs="Hacen Liner Broadcast Live"/>
                <w:color w:val="FFFFFF"/>
              </w:rPr>
            </w:pPr>
            <w:r>
              <w:rPr>
                <w:rFonts w:ascii="Hacen Liner Broadcast Live" w:hAnsi="Hacen Liner Broadcast Live" w:cs="Times New Roman"/>
                <w:color w:val="FFFFFF"/>
                <w:rtl/>
              </w:rPr>
              <w:t>الإسم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3465A4"/>
          </w:tcPr>
          <w:p w:rsidR="00487159" w:rsidRDefault="00295CC2">
            <w:pPr>
              <w:pStyle w:val="TableContents"/>
              <w:rPr>
                <w:rFonts w:ascii="Hacen Liner Broadcast Live" w:hAnsi="Hacen Liner Broadcast Live" w:cs="Hacen Liner Broadcast Live"/>
                <w:color w:val="FFFFFF"/>
              </w:rPr>
            </w:pPr>
            <w:r>
              <w:rPr>
                <w:rFonts w:ascii="Hacen Liner Broadcast Live" w:hAnsi="Hacen Liner Broadcast Live" w:cs="Times New Roman"/>
                <w:color w:val="FFFFFF"/>
                <w:rtl/>
              </w:rPr>
              <w:t>الكمية</w:t>
            </w:r>
          </w:p>
        </w:tc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3465A4"/>
          </w:tcPr>
          <w:p w:rsidR="00487159" w:rsidRDefault="00295CC2">
            <w:pPr>
              <w:pStyle w:val="TableContents"/>
              <w:rPr>
                <w:rFonts w:ascii="Hacen Liner Broadcast Live" w:hAnsi="Hacen Liner Broadcast Live" w:cs="Hacen Liner Broadcast Live"/>
                <w:color w:val="FFFFFF"/>
              </w:rPr>
            </w:pPr>
            <w:r>
              <w:rPr>
                <w:rFonts w:ascii="Hacen Liner Broadcast Live" w:hAnsi="Hacen Liner Broadcast Live" w:cs="Times New Roman"/>
                <w:color w:val="FFFFFF"/>
                <w:rtl/>
              </w:rPr>
              <w:t>السعر</w:t>
            </w:r>
          </w:p>
        </w:tc>
        <w:tc>
          <w:tcPr>
            <w:tcW w:w="1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3465A4"/>
          </w:tcPr>
          <w:p w:rsidR="00487159" w:rsidRDefault="00295CC2">
            <w:pPr>
              <w:pStyle w:val="TableContents"/>
              <w:rPr>
                <w:rFonts w:ascii="Hacen Liner Broadcast Live" w:hAnsi="Hacen Liner Broadcast Live" w:cs="Hacen Liner Broadcast Live"/>
                <w:color w:val="FFFFFF"/>
              </w:rPr>
            </w:pPr>
            <w:r>
              <w:rPr>
                <w:rFonts w:ascii="Hacen Liner Broadcast Live" w:hAnsi="Hacen Liner Broadcast Live" w:cs="Times New Roman"/>
                <w:color w:val="FFFFFF"/>
                <w:rtl/>
              </w:rPr>
              <w:t>ملاحظات</w:t>
            </w:r>
          </w:p>
        </w:tc>
      </w:tr>
      <w:tr w:rsidR="00487159">
        <w:tc>
          <w:tcPr>
            <w:tcW w:w="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87159" w:rsidRDefault="00295CC2">
            <w:pPr>
              <w:pStyle w:val="TableContents"/>
              <w:jc w:val="center"/>
              <w:rPr>
                <w:rFonts w:ascii="Hacen Liner Broadcast Live" w:hAnsi="Hacen Liner Broadcast Live" w:cs="Hacen Liner Broadcast Live"/>
              </w:rPr>
            </w:pPr>
            <w:r>
              <w:rPr>
                <w:rFonts w:ascii="Hacen Liner Broadcast Live" w:hAnsi="Hacen Liner Broadcast Live" w:cs="Hacen Liner Broadcast Live"/>
              </w:rPr>
              <w:t>1</w:t>
            </w:r>
          </w:p>
        </w:tc>
        <w:tc>
          <w:tcPr>
            <w:tcW w:w="52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87159" w:rsidRDefault="00487159">
            <w:pPr>
              <w:pStyle w:val="TableContents"/>
              <w:rPr>
                <w:rFonts w:ascii="Hacen Liner Broadcast Live" w:hAnsi="Hacen Liner Broadcast Live" w:cs="Hacen Liner Broadcast Live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87159" w:rsidRDefault="00487159">
            <w:pPr>
              <w:pStyle w:val="TableContents"/>
              <w:rPr>
                <w:rFonts w:ascii="Hacen Liner Broadcast Live" w:hAnsi="Hacen Liner Broadcast Live" w:cs="Hacen Liner Broadcast Live"/>
              </w:rPr>
            </w:pPr>
          </w:p>
        </w:tc>
        <w:tc>
          <w:tcPr>
            <w:tcW w:w="9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87159" w:rsidRDefault="00487159">
            <w:pPr>
              <w:pStyle w:val="TableContents"/>
              <w:rPr>
                <w:rFonts w:ascii="Hacen Liner Broadcast Live" w:hAnsi="Hacen Liner Broadcast Live" w:cs="Hacen Liner Broadcast Live"/>
              </w:rPr>
            </w:pPr>
          </w:p>
        </w:tc>
        <w:tc>
          <w:tcPr>
            <w:tcW w:w="19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7159" w:rsidRDefault="00487159">
            <w:pPr>
              <w:pStyle w:val="TableContents"/>
              <w:rPr>
                <w:rFonts w:ascii="Hacen Liner Broadcast Live" w:hAnsi="Hacen Liner Broadcast Live" w:cs="Hacen Liner Broadcast Live"/>
              </w:rPr>
            </w:pPr>
          </w:p>
        </w:tc>
      </w:tr>
      <w:tr w:rsidR="00487159">
        <w:tc>
          <w:tcPr>
            <w:tcW w:w="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87159" w:rsidRDefault="00295CC2">
            <w:pPr>
              <w:pStyle w:val="TableContents"/>
              <w:jc w:val="center"/>
              <w:rPr>
                <w:rFonts w:ascii="Hacen Liner Broadcast Live" w:hAnsi="Hacen Liner Broadcast Live" w:cs="Hacen Liner Broadcast Live"/>
              </w:rPr>
            </w:pPr>
            <w:r>
              <w:rPr>
                <w:rFonts w:ascii="Hacen Liner Broadcast Live" w:hAnsi="Hacen Liner Broadcast Live" w:cs="Hacen Liner Broadcast Live"/>
              </w:rPr>
              <w:t>2</w:t>
            </w:r>
          </w:p>
        </w:tc>
        <w:tc>
          <w:tcPr>
            <w:tcW w:w="52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87159" w:rsidRDefault="00487159">
            <w:pPr>
              <w:pStyle w:val="TableContents"/>
              <w:rPr>
                <w:rFonts w:ascii="Hacen Liner Broadcast Live" w:hAnsi="Hacen Liner Broadcast Live" w:cs="Hacen Liner Broadcast Live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87159" w:rsidRDefault="00487159">
            <w:pPr>
              <w:pStyle w:val="TableContents"/>
              <w:rPr>
                <w:rFonts w:ascii="Hacen Liner Broadcast Live" w:hAnsi="Hacen Liner Broadcast Live" w:cs="Hacen Liner Broadcast Live"/>
              </w:rPr>
            </w:pPr>
          </w:p>
        </w:tc>
        <w:tc>
          <w:tcPr>
            <w:tcW w:w="9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87159" w:rsidRDefault="00487159">
            <w:pPr>
              <w:pStyle w:val="TableContents"/>
              <w:rPr>
                <w:rFonts w:ascii="Hacen Liner Broadcast Live" w:hAnsi="Hacen Liner Broadcast Live" w:cs="Hacen Liner Broadcast Live"/>
              </w:rPr>
            </w:pPr>
          </w:p>
        </w:tc>
        <w:tc>
          <w:tcPr>
            <w:tcW w:w="19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7159" w:rsidRDefault="00487159">
            <w:pPr>
              <w:pStyle w:val="TableContents"/>
              <w:rPr>
                <w:rFonts w:ascii="Hacen Liner Broadcast Live" w:hAnsi="Hacen Liner Broadcast Live" w:cs="Hacen Liner Broadcast Live"/>
              </w:rPr>
            </w:pPr>
          </w:p>
        </w:tc>
      </w:tr>
      <w:tr w:rsidR="00487159">
        <w:tc>
          <w:tcPr>
            <w:tcW w:w="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87159" w:rsidRDefault="00295CC2">
            <w:pPr>
              <w:pStyle w:val="TableContents"/>
              <w:jc w:val="center"/>
              <w:rPr>
                <w:rFonts w:ascii="Hacen Liner Broadcast Live" w:hAnsi="Hacen Liner Broadcast Live" w:cs="Hacen Liner Broadcast Live"/>
              </w:rPr>
            </w:pPr>
            <w:r>
              <w:rPr>
                <w:rFonts w:ascii="Hacen Liner Broadcast Live" w:hAnsi="Hacen Liner Broadcast Live" w:cs="Hacen Liner Broadcast Live"/>
              </w:rPr>
              <w:t>3</w:t>
            </w:r>
          </w:p>
        </w:tc>
        <w:tc>
          <w:tcPr>
            <w:tcW w:w="52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87159" w:rsidRDefault="00487159">
            <w:pPr>
              <w:pStyle w:val="TableContents"/>
              <w:rPr>
                <w:rFonts w:ascii="Hacen Liner Broadcast Live" w:hAnsi="Hacen Liner Broadcast Live" w:cs="Hacen Liner Broadcast Live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87159" w:rsidRDefault="00487159">
            <w:pPr>
              <w:pStyle w:val="TableContents"/>
              <w:rPr>
                <w:rFonts w:ascii="Hacen Liner Broadcast Live" w:hAnsi="Hacen Liner Broadcast Live" w:cs="Hacen Liner Broadcast Live"/>
              </w:rPr>
            </w:pPr>
          </w:p>
        </w:tc>
        <w:tc>
          <w:tcPr>
            <w:tcW w:w="9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87159" w:rsidRDefault="00487159">
            <w:pPr>
              <w:pStyle w:val="TableContents"/>
              <w:rPr>
                <w:rFonts w:ascii="Hacen Liner Broadcast Live" w:hAnsi="Hacen Liner Broadcast Live" w:cs="Hacen Liner Broadcast Live"/>
              </w:rPr>
            </w:pPr>
          </w:p>
        </w:tc>
        <w:tc>
          <w:tcPr>
            <w:tcW w:w="19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7159" w:rsidRDefault="00487159">
            <w:pPr>
              <w:pStyle w:val="TableContents"/>
              <w:rPr>
                <w:rFonts w:ascii="Hacen Liner Broadcast Live" w:hAnsi="Hacen Liner Broadcast Live" w:cs="Hacen Liner Broadcast Live"/>
              </w:rPr>
            </w:pPr>
          </w:p>
        </w:tc>
      </w:tr>
      <w:tr w:rsidR="00487159">
        <w:tc>
          <w:tcPr>
            <w:tcW w:w="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87159" w:rsidRDefault="00295CC2">
            <w:pPr>
              <w:pStyle w:val="TableContents"/>
              <w:jc w:val="center"/>
              <w:rPr>
                <w:rFonts w:ascii="Hacen Liner Broadcast Live" w:hAnsi="Hacen Liner Broadcast Live" w:cs="Hacen Liner Broadcast Live"/>
              </w:rPr>
            </w:pPr>
            <w:r>
              <w:rPr>
                <w:rFonts w:ascii="Hacen Liner Broadcast Live" w:hAnsi="Hacen Liner Broadcast Live" w:cs="Hacen Liner Broadcast Live"/>
              </w:rPr>
              <w:t>4</w:t>
            </w:r>
          </w:p>
        </w:tc>
        <w:tc>
          <w:tcPr>
            <w:tcW w:w="52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87159" w:rsidRDefault="00487159">
            <w:pPr>
              <w:pStyle w:val="TableContents"/>
              <w:rPr>
                <w:rFonts w:ascii="Hacen Liner Broadcast Live" w:hAnsi="Hacen Liner Broadcast Live" w:cs="Hacen Liner Broadcast Live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87159" w:rsidRDefault="00487159">
            <w:pPr>
              <w:pStyle w:val="TableContents"/>
              <w:rPr>
                <w:rFonts w:ascii="Hacen Liner Broadcast Live" w:hAnsi="Hacen Liner Broadcast Live" w:cs="Hacen Liner Broadcast Live"/>
              </w:rPr>
            </w:pPr>
          </w:p>
        </w:tc>
        <w:tc>
          <w:tcPr>
            <w:tcW w:w="9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87159" w:rsidRDefault="00487159">
            <w:pPr>
              <w:pStyle w:val="TableContents"/>
              <w:rPr>
                <w:rFonts w:ascii="Hacen Liner Broadcast Live" w:hAnsi="Hacen Liner Broadcast Live" w:cs="Hacen Liner Broadcast Live"/>
              </w:rPr>
            </w:pPr>
          </w:p>
        </w:tc>
        <w:tc>
          <w:tcPr>
            <w:tcW w:w="19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7159" w:rsidRDefault="00487159">
            <w:pPr>
              <w:pStyle w:val="TableContents"/>
              <w:rPr>
                <w:rFonts w:ascii="Hacen Liner Broadcast Live" w:hAnsi="Hacen Liner Broadcast Live" w:cs="Hacen Liner Broadcast Live"/>
              </w:rPr>
            </w:pPr>
          </w:p>
        </w:tc>
      </w:tr>
      <w:tr w:rsidR="00487159">
        <w:tc>
          <w:tcPr>
            <w:tcW w:w="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87159" w:rsidRDefault="00295CC2">
            <w:pPr>
              <w:pStyle w:val="TableContents"/>
              <w:jc w:val="center"/>
              <w:rPr>
                <w:rFonts w:ascii="Hacen Liner Broadcast Live" w:hAnsi="Hacen Liner Broadcast Live" w:cs="Hacen Liner Broadcast Live"/>
              </w:rPr>
            </w:pPr>
            <w:r>
              <w:rPr>
                <w:rFonts w:ascii="Hacen Liner Broadcast Live" w:hAnsi="Hacen Liner Broadcast Live" w:cs="Hacen Liner Broadcast Live"/>
              </w:rPr>
              <w:t>5</w:t>
            </w:r>
          </w:p>
        </w:tc>
        <w:tc>
          <w:tcPr>
            <w:tcW w:w="52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87159" w:rsidRDefault="00295CC2" w:rsidP="00B06D27">
            <w:pPr>
              <w:pStyle w:val="TableContents"/>
              <w:rPr>
                <w:rFonts w:ascii="Hacen Liner Broadcast Live" w:hAnsi="Hacen Liner Broadcast Live" w:cs="Hacen Liner Broadcast Live"/>
              </w:rPr>
            </w:pPr>
            <w:r>
              <w:rPr>
                <w:rFonts w:ascii="Hacen Liner Broadcast Live" w:hAnsi="Hacen Liner Broadcast Live" w:cs="Hacen Liner Broadcast Live"/>
                <w:rtl/>
              </w:rPr>
              <w:t xml:space="preserve"> 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87159" w:rsidRDefault="00487159">
            <w:pPr>
              <w:pStyle w:val="TableContents"/>
              <w:rPr>
                <w:rFonts w:ascii="Hacen Liner Broadcast Live" w:hAnsi="Hacen Liner Broadcast Live" w:cs="Hacen Liner Broadcast Live"/>
              </w:rPr>
            </w:pPr>
          </w:p>
        </w:tc>
        <w:tc>
          <w:tcPr>
            <w:tcW w:w="9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87159" w:rsidRDefault="00487159">
            <w:pPr>
              <w:pStyle w:val="TableContents"/>
              <w:rPr>
                <w:rFonts w:ascii="Hacen Liner Broadcast Live" w:hAnsi="Hacen Liner Broadcast Live" w:cs="Hacen Liner Broadcast Live"/>
              </w:rPr>
            </w:pPr>
          </w:p>
        </w:tc>
        <w:tc>
          <w:tcPr>
            <w:tcW w:w="19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7159" w:rsidRDefault="00487159">
            <w:pPr>
              <w:pStyle w:val="TableContents"/>
              <w:rPr>
                <w:rFonts w:ascii="Hacen Liner Broadcast Live" w:hAnsi="Hacen Liner Broadcast Live" w:cs="Hacen Liner Broadcast Live"/>
              </w:rPr>
            </w:pPr>
          </w:p>
        </w:tc>
      </w:tr>
      <w:tr w:rsidR="00487159">
        <w:tc>
          <w:tcPr>
            <w:tcW w:w="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87159" w:rsidRDefault="00295CC2">
            <w:pPr>
              <w:pStyle w:val="TableContents"/>
              <w:jc w:val="center"/>
              <w:rPr>
                <w:rFonts w:ascii="Hacen Liner Broadcast Live" w:hAnsi="Hacen Liner Broadcast Live" w:cs="Hacen Liner Broadcast Live"/>
              </w:rPr>
            </w:pPr>
            <w:r>
              <w:rPr>
                <w:rFonts w:ascii="Hacen Liner Broadcast Live" w:hAnsi="Hacen Liner Broadcast Live" w:cs="Hacen Liner Broadcast Live"/>
              </w:rPr>
              <w:t>6</w:t>
            </w:r>
          </w:p>
        </w:tc>
        <w:tc>
          <w:tcPr>
            <w:tcW w:w="52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87159" w:rsidRDefault="00487159">
            <w:pPr>
              <w:pStyle w:val="TableContents"/>
              <w:rPr>
                <w:rFonts w:ascii="Hacen Liner Broadcast Live" w:hAnsi="Hacen Liner Broadcast Live" w:cs="Hacen Liner Broadcast Live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87159" w:rsidRDefault="00487159">
            <w:pPr>
              <w:pStyle w:val="TableContents"/>
              <w:rPr>
                <w:rFonts w:ascii="Hacen Liner Broadcast Live" w:hAnsi="Hacen Liner Broadcast Live" w:cs="Hacen Liner Broadcast Live"/>
              </w:rPr>
            </w:pPr>
          </w:p>
        </w:tc>
        <w:tc>
          <w:tcPr>
            <w:tcW w:w="9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87159" w:rsidRDefault="00487159">
            <w:pPr>
              <w:pStyle w:val="TableContents"/>
              <w:rPr>
                <w:rFonts w:ascii="Hacen Liner Broadcast Live" w:hAnsi="Hacen Liner Broadcast Live" w:cs="Hacen Liner Broadcast Live"/>
              </w:rPr>
            </w:pPr>
          </w:p>
        </w:tc>
        <w:tc>
          <w:tcPr>
            <w:tcW w:w="19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7159" w:rsidRDefault="00487159">
            <w:pPr>
              <w:pStyle w:val="TableContents"/>
              <w:rPr>
                <w:rFonts w:ascii="Hacen Liner Broadcast Live" w:hAnsi="Hacen Liner Broadcast Live" w:cs="Hacen Liner Broadcast Live"/>
              </w:rPr>
            </w:pPr>
          </w:p>
        </w:tc>
      </w:tr>
    </w:tbl>
    <w:p w:rsidR="00487159" w:rsidRDefault="00487159">
      <w:pPr>
        <w:rPr>
          <w:rFonts w:ascii="Hacen Liner Broadcast Live" w:hAnsi="Hacen Liner Broadcast Live" w:cs="Hacen Liner Broadcast Live"/>
        </w:rPr>
      </w:pPr>
    </w:p>
    <w:p w:rsidR="00487159" w:rsidRDefault="00295CC2">
      <w:pPr>
        <w:rPr>
          <w:rFonts w:ascii="Hacen Liner Broadcast Live" w:hAnsi="Hacen Liner Broadcast Live" w:cs="Hacen Liner Broadcast Live"/>
        </w:rPr>
      </w:pPr>
      <w:r>
        <w:rPr>
          <w:rFonts w:ascii="Hacen Liner Broadcast Live" w:hAnsi="Hacen Liner Broadcast Live" w:cs="Times New Roman"/>
          <w:rtl/>
        </w:rPr>
        <w:t xml:space="preserve">ويضاف إلي الأسعار السابقة ضريبة مبيعات </w:t>
      </w:r>
      <w:r>
        <w:rPr>
          <w:rFonts w:ascii="Hacen Liner Broadcast Live" w:hAnsi="Hacen Liner Broadcast Live" w:cs="Hacen Liner Broadcast Live"/>
        </w:rPr>
        <w:t>15</w:t>
      </w:r>
      <w:r>
        <w:rPr>
          <w:rFonts w:ascii="Hacen Liner Broadcast Live" w:hAnsi="Hacen Liner Broadcast Live" w:cs="Hacen Liner Broadcast Live"/>
          <w:rtl/>
        </w:rPr>
        <w:t>%.</w:t>
      </w:r>
    </w:p>
    <w:p w:rsidR="00487159" w:rsidRDefault="00295CC2">
      <w:pPr>
        <w:rPr>
          <w:rFonts w:ascii="Hacen Liner Broadcast Live" w:hAnsi="Hacen Liner Broadcast Live" w:cs="Hacen Liner Broadcast Live"/>
        </w:rPr>
      </w:pPr>
      <w:r>
        <w:rPr>
          <w:rFonts w:ascii="Hacen Liner Broadcast Live" w:hAnsi="Hacen Liner Broadcast Live" w:cs="Times New Roman"/>
          <w:rtl/>
        </w:rPr>
        <w:t xml:space="preserve">مصاريف نقل </w:t>
      </w:r>
      <w:r>
        <w:rPr>
          <w:rFonts w:ascii="Hacen Liner Broadcast Live" w:hAnsi="Hacen Liner Broadcast Live" w:cs="Hacen Liner Broadcast Live"/>
        </w:rPr>
        <w:t>5</w:t>
      </w:r>
      <w:r>
        <w:rPr>
          <w:rFonts w:ascii="Hacen Liner Broadcast Live" w:hAnsi="Hacen Liner Broadcast Live" w:cs="Hacen Liner Broadcast Live"/>
          <w:rtl/>
        </w:rPr>
        <w:t>%.</w:t>
      </w:r>
    </w:p>
    <w:p w:rsidR="00487159" w:rsidRDefault="00295CC2">
      <w:pPr>
        <w:rPr>
          <w:rFonts w:ascii="Hacen Liner Broadcast Live" w:hAnsi="Hacen Liner Broadcast Live" w:cs="Hacen Liner Broadcast Live"/>
        </w:rPr>
      </w:pPr>
      <w:r>
        <w:rPr>
          <w:rFonts w:ascii="Hacen Liner Broadcast Live" w:hAnsi="Hacen Liner Broadcast Live" w:cs="Times New Roman"/>
          <w:rtl/>
        </w:rPr>
        <w:t xml:space="preserve">علماً بأن السعر يشمل المصاريف والرسوم الأخري، ولأن هذه الأجهزة قابلة للكسر فإننا ننصح بالتأمين عليها، فإذا وافقتكم أن يتم التأمين بمعرفتنا فسوف يضاف </w:t>
      </w:r>
      <w:r>
        <w:rPr>
          <w:rFonts w:ascii="Hacen Liner Broadcast Live" w:hAnsi="Hacen Liner Broadcast Live" w:cs="Hacen Liner Broadcast Live"/>
        </w:rPr>
        <w:t>1</w:t>
      </w:r>
      <w:r>
        <w:rPr>
          <w:rFonts w:ascii="Hacen Liner Broadcast Live" w:hAnsi="Hacen Liner Broadcast Live" w:cs="Hacen Liner Broadcast Live"/>
          <w:rtl/>
        </w:rPr>
        <w:t xml:space="preserve">% </w:t>
      </w:r>
      <w:r>
        <w:rPr>
          <w:rFonts w:ascii="Hacen Liner Broadcast Live" w:hAnsi="Hacen Liner Broadcast Live" w:cs="Times New Roman"/>
          <w:rtl/>
        </w:rPr>
        <w:t>من ثمن البضاعة كمصاريف تأمين</w:t>
      </w:r>
      <w:r>
        <w:rPr>
          <w:rFonts w:ascii="Hacen Liner Broadcast Live" w:hAnsi="Hacen Liner Broadcast Live" w:cs="Hacen Liner Broadcast Live"/>
          <w:rtl/>
        </w:rPr>
        <w:t>.</w:t>
      </w:r>
    </w:p>
    <w:p w:rsidR="00487159" w:rsidRDefault="00295CC2">
      <w:r>
        <w:rPr>
          <w:rFonts w:ascii="Hacen Liner Broadcast Live" w:hAnsi="Hacen Liner Broadcast Live" w:cs="Times New Roman"/>
          <w:rtl/>
        </w:rPr>
        <w:t xml:space="preserve">وسوف نرسل لكم البضاعة في خلال شهر من وصول أمر الشراء لنا، علي أن يكون الدفع بشيك مقبول الدفع مسحوب علي بنك </w:t>
      </w:r>
      <w:r>
        <w:rPr>
          <w:rFonts w:ascii="Hacen Liner Broadcast Live" w:hAnsi="Hacen Liner Broadcast Live" w:cs="Hacen Liner Broadcast Live"/>
          <w:rtl/>
        </w:rPr>
        <w:t xml:space="preserve">………… </w:t>
      </w:r>
      <w:r>
        <w:rPr>
          <w:rFonts w:ascii="Hacen Liner Broadcast Live" w:hAnsi="Hacen Liner Broadcast Live" w:cs="Times New Roman"/>
          <w:rtl/>
        </w:rPr>
        <w:t xml:space="preserve">فرع </w:t>
      </w:r>
      <w:r>
        <w:rPr>
          <w:rFonts w:ascii="Hacen Liner Broadcast Live" w:hAnsi="Hacen Liner Broadcast Live" w:cs="Hacen Liner Broadcast Live"/>
          <w:rtl/>
        </w:rPr>
        <w:t xml:space="preserve">………… </w:t>
      </w:r>
      <w:r>
        <w:rPr>
          <w:rFonts w:ascii="Hacen Liner Broadcast Live" w:hAnsi="Hacen Liner Broadcast Live" w:cs="Times New Roman"/>
          <w:rtl/>
        </w:rPr>
        <w:t xml:space="preserve">في خلال </w:t>
      </w:r>
      <w:r>
        <w:rPr>
          <w:rFonts w:ascii="Hacen Liner Broadcast Live" w:hAnsi="Hacen Liner Broadcast Live" w:cs="Hacen Liner Broadcast Live"/>
        </w:rPr>
        <w:t>15</w:t>
      </w:r>
      <w:r>
        <w:rPr>
          <w:rFonts w:ascii="Hacen Liner Broadcast Live" w:hAnsi="Hacen Liner Broadcast Live" w:cs="Times New Roman"/>
          <w:rtl/>
        </w:rPr>
        <w:t xml:space="preserve"> يوماً من تاريخ استلامكم للبضاعة</w:t>
      </w:r>
      <w:r>
        <w:rPr>
          <w:rFonts w:ascii="Hacen Liner Broadcast Live" w:hAnsi="Hacen Liner Broadcast Live" w:cs="Hacen Liner Broadcast Live"/>
          <w:rtl/>
        </w:rPr>
        <w:t>.</w:t>
      </w:r>
    </w:p>
    <w:p w:rsidR="00487159" w:rsidRDefault="00295CC2">
      <w:r>
        <w:rPr>
          <w:rFonts w:ascii="Hacen Liner Broadcast Live" w:hAnsi="Hacen Liner Broadcast Live" w:cs="Times New Roman"/>
          <w:rtl/>
        </w:rPr>
        <w:t>وفي انتظار أمر التوريد، ونحن علي استعداد للرد علي استفساركم</w:t>
      </w:r>
      <w:r>
        <w:rPr>
          <w:rFonts w:ascii="Hacen Liner Broadcast Live" w:hAnsi="Hacen Liner Broadcast Live" w:cs="Hacen Liner Broadcast Live"/>
          <w:rtl/>
        </w:rPr>
        <w:t>.</w:t>
      </w:r>
    </w:p>
    <w:p w:rsidR="00487159" w:rsidRDefault="00487159">
      <w:pPr>
        <w:rPr>
          <w:rFonts w:ascii="Hacen Liner Broadcast Live" w:hAnsi="Hacen Liner Broadcast Live" w:cs="Hacen Liner Broadcast Live"/>
        </w:rPr>
      </w:pPr>
    </w:p>
    <w:p w:rsidR="00487159" w:rsidRDefault="00295CC2">
      <w:pPr>
        <w:jc w:val="right"/>
        <w:rPr>
          <w:rFonts w:ascii="Hacen Liner Broadcast Live" w:hAnsi="Hacen Liner Broadcast Live" w:cs="Hacen Liner Broadcast Live"/>
        </w:rPr>
      </w:pPr>
      <w:r>
        <w:rPr>
          <w:rFonts w:ascii="Hacen Liner Broadcast Live" w:hAnsi="Hacen Liner Broadcast Live" w:cs="Times New Roman"/>
          <w:rtl/>
        </w:rPr>
        <w:t>مدير المبيعات</w:t>
      </w:r>
    </w:p>
    <w:p w:rsidR="00487159" w:rsidRDefault="00295CC2">
      <w:pPr>
        <w:jc w:val="right"/>
      </w:pPr>
      <w:r>
        <w:rPr>
          <w:rFonts w:ascii="Hacen Liner Broadcast Live" w:hAnsi="Hacen Liner Broadcast Live" w:cs="Hacen Liner Broadcast Live"/>
          <w:rtl/>
        </w:rPr>
        <w:t>……………</w:t>
      </w:r>
    </w:p>
    <w:p w:rsidR="00487159" w:rsidRDefault="00487159">
      <w:pPr>
        <w:jc w:val="center"/>
      </w:pPr>
      <w:bookmarkStart w:id="0" w:name="_GoBack"/>
      <w:bookmarkEnd w:id="0"/>
    </w:p>
    <w:sectPr w:rsidR="00487159">
      <w:headerReference w:type="default" r:id="rId7"/>
      <w:footerReference w:type="default" r:id="rId8"/>
      <w:pgSz w:w="11906" w:h="16838"/>
      <w:pgMar w:top="1693" w:right="1134" w:bottom="1693" w:left="1134" w:header="1134" w:footer="1134" w:gutter="0"/>
      <w:cols w:space="720"/>
      <w:formProt w:val="0"/>
      <w:bidi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CC2" w:rsidRDefault="00295CC2">
      <w:r>
        <w:separator/>
      </w:r>
    </w:p>
  </w:endnote>
  <w:endnote w:type="continuationSeparator" w:id="0">
    <w:p w:rsidR="00295CC2" w:rsidRDefault="00295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B2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acen Liner Broadcast Live">
    <w:altName w:val="Times New Roman"/>
    <w:charset w:val="B2"/>
    <w:family w:val="roman"/>
    <w:pitch w:val="variable"/>
  </w:font>
  <w:font w:name="Hacen Liner Broadcast HD">
    <w:altName w:val="Times New Roman"/>
    <w:charset w:val="B2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159" w:rsidRDefault="00295CC2">
    <w:pPr>
      <w:pStyle w:val="Footer"/>
      <w:rPr>
        <w:rFonts w:cs="Hacen Liner Broadcast Live"/>
      </w:rPr>
    </w:pPr>
    <w:r>
      <w:rPr>
        <w:rFonts w:cs="Times New Roman"/>
        <w:rtl/>
      </w:rPr>
      <w:t>يمكن</w:t>
    </w:r>
    <w:r>
      <w:rPr>
        <w:rFonts w:cs="Times New Roman"/>
        <w:rtl/>
      </w:rPr>
      <w:t xml:space="preserve"> إضافة نص هنا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CC2" w:rsidRDefault="00295CC2">
      <w:r>
        <w:separator/>
      </w:r>
    </w:p>
  </w:footnote>
  <w:footnote w:type="continuationSeparator" w:id="0">
    <w:p w:rsidR="00295CC2" w:rsidRDefault="00295C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159" w:rsidRDefault="00295CC2">
    <w:pPr>
      <w:pStyle w:val="Header"/>
    </w:pPr>
    <w:r>
      <w:rPr>
        <w:noProof/>
        <w:rtl/>
        <w:lang w:eastAsia="en-US" w:bidi="ar-SA"/>
      </w:rPr>
      <mc:AlternateContent>
        <mc:Choice Requires="wps">
          <w:drawing>
            <wp:anchor distT="0" distB="0" distL="0" distR="0" simplePos="0" relativeHeight="2" behindDoc="1" locked="0" layoutInCell="1" allowOverlap="1">
              <wp:simplePos x="0" y="0"/>
              <wp:positionH relativeFrom="column">
                <wp:posOffset>-621030</wp:posOffset>
              </wp:positionH>
              <wp:positionV relativeFrom="paragraph">
                <wp:posOffset>-633730</wp:posOffset>
              </wp:positionV>
              <wp:extent cx="2220595" cy="671830"/>
              <wp:effectExtent l="0" t="0" r="0" b="0"/>
              <wp:wrapNone/>
              <wp:docPr id="1" name="Shap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20120" cy="671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06D27" w:rsidRDefault="00B06D27">
                          <w:pPr>
                            <w:pStyle w:val="FrameContents"/>
                            <w:bidi w:val="0"/>
                            <w:jc w:val="center"/>
                            <w:rPr>
                              <w:rFonts w:cs="Times New Roman" w:hint="cs"/>
                              <w:rtl/>
                            </w:rPr>
                          </w:pPr>
                          <w:r>
                            <w:rPr>
                              <w:rFonts w:cs="Times New Roman" w:hint="cs"/>
                              <w:rtl/>
                            </w:rPr>
                            <w:t>شعار الشركة</w:t>
                          </w:r>
                        </w:p>
                        <w:p w:rsidR="00487159" w:rsidRDefault="00295CC2" w:rsidP="00B06D27">
                          <w:pPr>
                            <w:pStyle w:val="FrameContents"/>
                            <w:bidi w:val="0"/>
                            <w:jc w:val="center"/>
                          </w:pPr>
                          <w:r>
                            <w:rPr>
                              <w:rFonts w:cs="Times New Roman"/>
                              <w:rtl/>
                            </w:rPr>
                            <w:t>تفاصيل اخري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1" o:spid="_x0000_s1026" style="position:absolute;left:0;text-align:left;margin-left:-48.9pt;margin-top:-49.9pt;width:174.85pt;height:52.9pt;z-index:-50331647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" filled="f" stroked="f">
              <v:textbox style="mso-fit-shape-to-text:t" inset="0,0,0,0">
                <w:txbxContent>
                  <w:p w:rsidR="00B06D27" w:rsidRDefault="00B06D27">
                    <w:pPr>
                      <w:pStyle w:val="FrameContents"/>
                      <w:bidi w:val="0"/>
                      <w:jc w:val="center"/>
                      <w:rPr>
                        <w:rFonts w:cs="Times New Roman" w:hint="cs"/>
                        <w:rtl/>
                      </w:rPr>
                    </w:pPr>
                    <w:r>
                      <w:rPr>
                        <w:rFonts w:cs="Times New Roman" w:hint="cs"/>
                        <w:rtl/>
                      </w:rPr>
                      <w:t>شعار الشركة</w:t>
                    </w:r>
                  </w:p>
                  <w:p w:rsidR="00487159" w:rsidRDefault="00295CC2" w:rsidP="00B06D27">
                    <w:pPr>
                      <w:pStyle w:val="FrameContents"/>
                      <w:bidi w:val="0"/>
                      <w:jc w:val="center"/>
                    </w:pPr>
                    <w:r>
                      <w:rPr>
                        <w:rFonts w:cs="Times New Roman"/>
                        <w:rtl/>
                      </w:rPr>
                      <w:t>تفاصيل اخري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rtl/>
        <w:lang w:eastAsia="en-US" w:bidi="ar-SA"/>
      </w:rPr>
      <mc:AlternateContent>
        <mc:Choice Requires="wps">
          <w:drawing>
            <wp:anchor distT="0" distB="0" distL="0" distR="0" simplePos="0" relativeHeight="3" behindDoc="1" locked="0" layoutInCell="1" allowOverlap="1">
              <wp:simplePos x="0" y="0"/>
              <wp:positionH relativeFrom="column">
                <wp:posOffset>4541520</wp:posOffset>
              </wp:positionH>
              <wp:positionV relativeFrom="paragraph">
                <wp:posOffset>-652780</wp:posOffset>
              </wp:positionV>
              <wp:extent cx="2220595" cy="700405"/>
              <wp:effectExtent l="0" t="0" r="0" b="0"/>
              <wp:wrapNone/>
              <wp:docPr id="3" name="Shap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20120" cy="699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87159" w:rsidRDefault="00295CC2">
                          <w:pPr>
                            <w:pStyle w:val="FrameContents"/>
                            <w:bidi w:val="0"/>
                            <w:jc w:val="center"/>
                          </w:pPr>
                          <w:r>
                            <w:rPr>
                              <w:rFonts w:ascii="Hacen Liner Broadcast HD" w:hAnsi="Hacen Liner Broadcast HD" w:cs="Times New Roman"/>
                              <w:rtl/>
                            </w:rPr>
                            <w:t xml:space="preserve">عنوان </w:t>
                          </w:r>
                          <w:r>
                            <w:rPr>
                              <w:rFonts w:ascii="Hacen Liner Broadcast HD" w:hAnsi="Hacen Liner Broadcast HD" w:cs="Times New Roman"/>
                              <w:rtl/>
                            </w:rPr>
                            <w:t>الشركة</w:t>
                          </w:r>
                        </w:p>
                        <w:p w:rsidR="00487159" w:rsidRDefault="00295CC2">
                          <w:pPr>
                            <w:pStyle w:val="FrameContents"/>
                            <w:bidi w:val="0"/>
                            <w:jc w:val="center"/>
                            <w:rPr>
                              <w:rFonts w:ascii="Hacen Liner Broadcast HD" w:hAnsi="Hacen Liner Broadcast HD" w:cs="Times New Roman" w:hint="cs"/>
                              <w:rtl/>
                            </w:rPr>
                          </w:pPr>
                          <w:r>
                            <w:rPr>
                              <w:rFonts w:ascii="Hacen Liner Broadcast HD" w:hAnsi="Hacen Liner Broadcast HD" w:cs="Times New Roman"/>
                              <w:rtl/>
                            </w:rPr>
                            <w:t>رقم الهاتف</w:t>
                          </w:r>
                        </w:p>
                        <w:p w:rsidR="00B06D27" w:rsidRDefault="00B06D27" w:rsidP="00B06D27">
                          <w:pPr>
                            <w:pStyle w:val="FrameContents"/>
                            <w:bidi w:val="0"/>
                            <w:jc w:val="center"/>
                          </w:pPr>
                          <w:r>
                            <w:rPr>
                              <w:rFonts w:ascii="Hacen Liner Broadcast HD" w:hAnsi="Hacen Liner Broadcast HD" w:cs="Times New Roman" w:hint="cs"/>
                              <w:rtl/>
                            </w:rPr>
                            <w:t>البريد</w:t>
                          </w:r>
                        </w:p>
                        <w:p w:rsidR="00487159" w:rsidRDefault="00295CC2">
                          <w:pPr>
                            <w:pStyle w:val="FrameContents"/>
                            <w:bidi w:val="0"/>
                            <w:jc w:val="center"/>
                          </w:pPr>
                          <w:r>
                            <w:rPr>
                              <w:rFonts w:ascii="Hacen Liner Broadcast HD" w:hAnsi="Hacen Liner Broadcast HD" w:cs="Times New Roman"/>
                              <w:rtl/>
                            </w:rPr>
                            <w:t>تفاصيل اخري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7" style="position:absolute;left:0;text-align:left;margin-left:357.6pt;margin-top:-51.4pt;width:174.85pt;height:55.15pt;z-index:-50331647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" filled="f" stroked="f">
              <v:textbox style="mso-fit-shape-to-text:t" inset="0,0,0,0">
                <w:txbxContent>
                  <w:p w:rsidR="00487159" w:rsidRDefault="00295CC2">
                    <w:pPr>
                      <w:pStyle w:val="FrameContents"/>
                      <w:bidi w:val="0"/>
                      <w:jc w:val="center"/>
                    </w:pPr>
                    <w:r>
                      <w:rPr>
                        <w:rFonts w:ascii="Hacen Liner Broadcast HD" w:hAnsi="Hacen Liner Broadcast HD" w:cs="Times New Roman"/>
                        <w:rtl/>
                      </w:rPr>
                      <w:t xml:space="preserve">عنوان </w:t>
                    </w:r>
                    <w:r>
                      <w:rPr>
                        <w:rFonts w:ascii="Hacen Liner Broadcast HD" w:hAnsi="Hacen Liner Broadcast HD" w:cs="Times New Roman"/>
                        <w:rtl/>
                      </w:rPr>
                      <w:t>الشركة</w:t>
                    </w:r>
                  </w:p>
                  <w:p w:rsidR="00487159" w:rsidRDefault="00295CC2">
                    <w:pPr>
                      <w:pStyle w:val="FrameContents"/>
                      <w:bidi w:val="0"/>
                      <w:jc w:val="center"/>
                      <w:rPr>
                        <w:rFonts w:ascii="Hacen Liner Broadcast HD" w:hAnsi="Hacen Liner Broadcast HD" w:cs="Times New Roman" w:hint="cs"/>
                        <w:rtl/>
                      </w:rPr>
                    </w:pPr>
                    <w:r>
                      <w:rPr>
                        <w:rFonts w:ascii="Hacen Liner Broadcast HD" w:hAnsi="Hacen Liner Broadcast HD" w:cs="Times New Roman"/>
                        <w:rtl/>
                      </w:rPr>
                      <w:t>رقم الهاتف</w:t>
                    </w:r>
                  </w:p>
                  <w:p w:rsidR="00B06D27" w:rsidRDefault="00B06D27" w:rsidP="00B06D27">
                    <w:pPr>
                      <w:pStyle w:val="FrameContents"/>
                      <w:bidi w:val="0"/>
                      <w:jc w:val="center"/>
                    </w:pPr>
                    <w:r>
                      <w:rPr>
                        <w:rFonts w:ascii="Hacen Liner Broadcast HD" w:hAnsi="Hacen Liner Broadcast HD" w:cs="Times New Roman" w:hint="cs"/>
                        <w:rtl/>
                      </w:rPr>
                      <w:t>البريد</w:t>
                    </w:r>
                  </w:p>
                  <w:p w:rsidR="00487159" w:rsidRDefault="00295CC2">
                    <w:pPr>
                      <w:pStyle w:val="FrameContents"/>
                      <w:bidi w:val="0"/>
                      <w:jc w:val="center"/>
                    </w:pPr>
                    <w:r>
                      <w:rPr>
                        <w:rFonts w:ascii="Hacen Liner Broadcast HD" w:hAnsi="Hacen Liner Broadcast HD" w:cs="Times New Roman"/>
                        <w:rtl/>
                      </w:rPr>
                      <w:t>تفاصيل اخري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159"/>
    <w:rsid w:val="00295CC2"/>
    <w:rsid w:val="00487159"/>
    <w:rsid w:val="00B06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Tahoma"/>
        <w:kern w:val="2"/>
        <w:szCs w:val="24"/>
        <w:lang w:val="en-US" w:eastAsia="zh-CN" w:bidi="ar-EG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Pr>
      <w:color w:val="00008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HeaderandFooter"/>
  </w:style>
  <w:style w:type="paragraph" w:customStyle="1" w:styleId="TableContents">
    <w:name w:val="Table Contents"/>
    <w:basedOn w:val="Normal"/>
    <w:qFormat/>
    <w:pPr>
      <w:suppressLineNumbers/>
    </w:pPr>
  </w:style>
  <w:style w:type="paragraph" w:styleId="Footer">
    <w:name w:val="footer"/>
    <w:basedOn w:val="HeaderandFooter"/>
  </w:style>
  <w:style w:type="paragraph" w:customStyle="1" w:styleId="FrameContents">
    <w:name w:val="Frame Contents"/>
    <w:basedOn w:val="Normal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Tahoma"/>
        <w:kern w:val="2"/>
        <w:szCs w:val="24"/>
        <w:lang w:val="en-US" w:eastAsia="zh-CN" w:bidi="ar-EG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Pr>
      <w:color w:val="00008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HeaderandFooter"/>
  </w:style>
  <w:style w:type="paragraph" w:customStyle="1" w:styleId="TableContents">
    <w:name w:val="Table Contents"/>
    <w:basedOn w:val="Normal"/>
    <w:qFormat/>
    <w:pPr>
      <w:suppressLineNumbers/>
    </w:pPr>
  </w:style>
  <w:style w:type="paragraph" w:styleId="Footer">
    <w:name w:val="footer"/>
    <w:basedOn w:val="HeaderandFooter"/>
  </w:style>
  <w:style w:type="paragraph" w:customStyle="1" w:styleId="FrameContents">
    <w:name w:val="Frame Contents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2</cp:revision>
  <dcterms:created xsi:type="dcterms:W3CDTF">2021-10-31T19:00:00Z</dcterms:created>
  <dcterms:modified xsi:type="dcterms:W3CDTF">2021-10-31T19:00:00Z</dcterms:modified>
  <dc:language>ar-EG</dc:language>
</cp:coreProperties>
</file>